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D21" w:rsidRPr="003924A2" w:rsidRDefault="00827D21" w:rsidP="004123E2">
      <w:pPr>
        <w:pStyle w:val="Default"/>
        <w:rPr>
          <w:b/>
          <w:bCs/>
          <w:sz w:val="36"/>
          <w:szCs w:val="36"/>
        </w:rPr>
      </w:pPr>
      <w:r w:rsidRPr="003924A2">
        <w:rPr>
          <w:b/>
          <w:bCs/>
          <w:sz w:val="36"/>
          <w:szCs w:val="36"/>
        </w:rPr>
        <w:t>Personal Budget Project</w:t>
      </w:r>
    </w:p>
    <w:p w:rsidR="00827D21" w:rsidRDefault="00827D21" w:rsidP="004123E2">
      <w:pPr>
        <w:pStyle w:val="Default"/>
      </w:pPr>
    </w:p>
    <w:p w:rsidR="00827D21" w:rsidRDefault="00827D21" w:rsidP="004123E2">
      <w:pPr>
        <w:pStyle w:val="Default"/>
      </w:pPr>
      <w:r>
        <w:t>This project requires you to use real life examples of the cost of living so that you can develop an understanding of what it takes to live in today’s world.  This information will help you make educational and career decisions.  Be sure to complete each step and all questions. This project will be assessed as a test grade.  Good luck.</w:t>
      </w:r>
    </w:p>
    <w:p w:rsidR="00827D21" w:rsidRDefault="00827D21" w:rsidP="004123E2">
      <w:pPr>
        <w:pStyle w:val="Default"/>
      </w:pPr>
    </w:p>
    <w:p w:rsidR="00827D21" w:rsidRDefault="00827D21" w:rsidP="004123E2">
      <w:pPr>
        <w:pStyle w:val="Default"/>
      </w:pPr>
    </w:p>
    <w:p w:rsidR="00827D21" w:rsidRDefault="00827D21" w:rsidP="004123E2">
      <w:pPr>
        <w:pStyle w:val="Default"/>
      </w:pPr>
      <w:r>
        <w:t>Home</w:t>
      </w:r>
      <w:r>
        <w:tab/>
      </w:r>
      <w:r>
        <w:tab/>
      </w:r>
      <w:r>
        <w:tab/>
        <w:t xml:space="preserve">Place ad here  </w:t>
      </w:r>
      <w:r>
        <w:tab/>
      </w:r>
      <w:r>
        <w:tab/>
      </w:r>
      <w:r>
        <w:tab/>
      </w:r>
      <w:r>
        <w:tab/>
      </w:r>
      <w:r>
        <w:tab/>
        <w:t>Price__________________________</w:t>
      </w:r>
    </w:p>
    <w:p w:rsidR="00827D21" w:rsidRDefault="00827D21" w:rsidP="004123E2">
      <w:pPr>
        <w:pStyle w:val="Default"/>
      </w:pPr>
      <w:r>
        <w:tab/>
      </w:r>
      <w:r>
        <w:tab/>
      </w:r>
      <w:r>
        <w:tab/>
      </w:r>
      <w:r>
        <w:tab/>
      </w:r>
      <w:r>
        <w:tab/>
      </w:r>
      <w:r>
        <w:tab/>
      </w:r>
      <w:r>
        <w:tab/>
      </w:r>
      <w:r>
        <w:tab/>
      </w:r>
      <w:r>
        <w:tab/>
        <w:t>Down Payment__________________</w:t>
      </w:r>
    </w:p>
    <w:p w:rsidR="00827D21" w:rsidRDefault="00827D21" w:rsidP="005B561A">
      <w:pPr>
        <w:pStyle w:val="Default"/>
        <w:ind w:left="5760" w:firstLine="720"/>
      </w:pPr>
      <w:r>
        <w:t>Monthly Mortgage________________</w:t>
      </w:r>
    </w:p>
    <w:p w:rsidR="00827D21" w:rsidRDefault="00827D21" w:rsidP="005B561A">
      <w:pPr>
        <w:pStyle w:val="Default"/>
        <w:ind w:left="5760" w:firstLine="720"/>
      </w:pPr>
      <w:r>
        <w:t>Monthly Insurance________________</w:t>
      </w:r>
    </w:p>
    <w:p w:rsidR="00827D21" w:rsidRDefault="00827D21" w:rsidP="005B561A">
      <w:pPr>
        <w:pStyle w:val="Default"/>
        <w:ind w:left="5760" w:firstLine="720"/>
      </w:pPr>
      <w:r>
        <w:t>Yearly        ______________________</w:t>
      </w:r>
    </w:p>
    <w:p w:rsidR="00827D21" w:rsidRDefault="00827D21" w:rsidP="004123E2">
      <w:pPr>
        <w:pStyle w:val="Default"/>
      </w:pPr>
    </w:p>
    <w:p w:rsidR="00827D21" w:rsidRDefault="00827D21" w:rsidP="004123E2">
      <w:pPr>
        <w:pStyle w:val="Default"/>
      </w:pPr>
    </w:p>
    <w:p w:rsidR="00827D21" w:rsidRDefault="00827D21" w:rsidP="004123E2">
      <w:pPr>
        <w:pStyle w:val="Default"/>
      </w:pPr>
    </w:p>
    <w:p w:rsidR="00827D21" w:rsidRDefault="00827D21" w:rsidP="004123E2">
      <w:pPr>
        <w:pStyle w:val="Default"/>
      </w:pPr>
    </w:p>
    <w:p w:rsidR="00827D21" w:rsidRDefault="00827D21" w:rsidP="004123E2">
      <w:pPr>
        <w:pStyle w:val="Default"/>
      </w:pPr>
    </w:p>
    <w:p w:rsidR="00827D21" w:rsidRDefault="00827D21" w:rsidP="004123E2">
      <w:pPr>
        <w:pStyle w:val="Default"/>
      </w:pPr>
    </w:p>
    <w:p w:rsidR="00827D21" w:rsidRDefault="00827D21" w:rsidP="003924A2">
      <w:pPr>
        <w:pStyle w:val="Default"/>
      </w:pPr>
      <w:r>
        <w:t>Car</w:t>
      </w:r>
      <w:r>
        <w:tab/>
      </w:r>
      <w:r>
        <w:tab/>
      </w:r>
      <w:r>
        <w:tab/>
        <w:t xml:space="preserve">Place ad here  </w:t>
      </w:r>
      <w:r>
        <w:tab/>
      </w:r>
      <w:r>
        <w:tab/>
      </w:r>
      <w:r>
        <w:tab/>
      </w:r>
      <w:r>
        <w:tab/>
      </w:r>
      <w:r>
        <w:tab/>
        <w:t>Price__________________________</w:t>
      </w:r>
    </w:p>
    <w:p w:rsidR="00827D21" w:rsidRDefault="00827D21" w:rsidP="003924A2">
      <w:pPr>
        <w:pStyle w:val="Default"/>
      </w:pPr>
      <w:r>
        <w:tab/>
      </w:r>
      <w:r>
        <w:tab/>
      </w:r>
      <w:r>
        <w:tab/>
      </w:r>
      <w:r>
        <w:tab/>
      </w:r>
      <w:r>
        <w:tab/>
      </w:r>
      <w:r>
        <w:tab/>
      </w:r>
      <w:r>
        <w:tab/>
      </w:r>
      <w:r>
        <w:tab/>
      </w:r>
      <w:r>
        <w:tab/>
        <w:t>Down Payment__________________</w:t>
      </w:r>
    </w:p>
    <w:p w:rsidR="00827D21" w:rsidRDefault="00827D21" w:rsidP="003924A2">
      <w:pPr>
        <w:pStyle w:val="Default"/>
        <w:ind w:left="5760" w:firstLine="720"/>
      </w:pPr>
      <w:r>
        <w:t>Monthly Payment ________________</w:t>
      </w:r>
    </w:p>
    <w:p w:rsidR="00827D21" w:rsidRDefault="00827D21" w:rsidP="003924A2">
      <w:pPr>
        <w:pStyle w:val="Default"/>
        <w:ind w:left="5760" w:firstLine="720"/>
      </w:pPr>
      <w:r>
        <w:t>Monthly Insurance________________</w:t>
      </w:r>
    </w:p>
    <w:p w:rsidR="00827D21" w:rsidRDefault="00827D21" w:rsidP="003924A2">
      <w:pPr>
        <w:pStyle w:val="Default"/>
        <w:ind w:left="5760" w:firstLine="720"/>
      </w:pPr>
      <w:r>
        <w:t>Yearly        ______________________</w:t>
      </w:r>
    </w:p>
    <w:p w:rsidR="00827D21" w:rsidRDefault="00827D21" w:rsidP="004123E2">
      <w:pPr>
        <w:pStyle w:val="Default"/>
      </w:pPr>
    </w:p>
    <w:p w:rsidR="00827D21" w:rsidRDefault="00827D21" w:rsidP="004123E2">
      <w:pPr>
        <w:pStyle w:val="Default"/>
      </w:pPr>
    </w:p>
    <w:p w:rsidR="00827D21" w:rsidRDefault="00827D21" w:rsidP="004123E2">
      <w:pPr>
        <w:pStyle w:val="Default"/>
      </w:pPr>
    </w:p>
    <w:p w:rsidR="00827D21" w:rsidRDefault="00827D21" w:rsidP="004123E2">
      <w:pPr>
        <w:pStyle w:val="Default"/>
      </w:pPr>
    </w:p>
    <w:p w:rsidR="00827D21" w:rsidRDefault="00827D21" w:rsidP="004123E2">
      <w:pPr>
        <w:pStyle w:val="Default"/>
      </w:pPr>
      <w:r>
        <w:t>Utility</w:t>
      </w:r>
      <w:r>
        <w:tab/>
      </w:r>
      <w:r>
        <w:tab/>
      </w:r>
      <w:r>
        <w:tab/>
        <w:t xml:space="preserve">Monthly </w:t>
      </w:r>
      <w:r>
        <w:tab/>
      </w:r>
      <w:r>
        <w:tab/>
      </w:r>
      <w:r>
        <w:tab/>
      </w:r>
      <w:r>
        <w:tab/>
      </w:r>
      <w:r>
        <w:tab/>
        <w:t>Yearly</w:t>
      </w:r>
    </w:p>
    <w:p w:rsidR="00827D21" w:rsidRDefault="00827D21" w:rsidP="004123E2">
      <w:pPr>
        <w:pStyle w:val="Default"/>
      </w:pPr>
    </w:p>
    <w:p w:rsidR="00827D21" w:rsidRDefault="00827D21" w:rsidP="004123E2">
      <w:pPr>
        <w:pStyle w:val="Default"/>
      </w:pPr>
      <w:r>
        <w:t>Water</w:t>
      </w:r>
    </w:p>
    <w:p w:rsidR="00827D21" w:rsidRDefault="00827D21" w:rsidP="004123E2">
      <w:pPr>
        <w:pStyle w:val="Default"/>
      </w:pPr>
    </w:p>
    <w:p w:rsidR="00827D21" w:rsidRDefault="00827D21" w:rsidP="004123E2">
      <w:pPr>
        <w:pStyle w:val="Default"/>
      </w:pPr>
      <w:r>
        <w:t>Trash</w:t>
      </w:r>
    </w:p>
    <w:p w:rsidR="00827D21" w:rsidRDefault="00827D21" w:rsidP="004123E2">
      <w:pPr>
        <w:pStyle w:val="Default"/>
      </w:pPr>
    </w:p>
    <w:p w:rsidR="00827D21" w:rsidRDefault="00827D21" w:rsidP="004123E2">
      <w:pPr>
        <w:pStyle w:val="Default"/>
      </w:pPr>
      <w:r>
        <w:t>Electric</w:t>
      </w:r>
    </w:p>
    <w:p w:rsidR="00827D21" w:rsidRDefault="00827D21" w:rsidP="004123E2">
      <w:pPr>
        <w:pStyle w:val="Default"/>
      </w:pPr>
    </w:p>
    <w:p w:rsidR="00827D21" w:rsidRDefault="00827D21" w:rsidP="004123E2">
      <w:pPr>
        <w:pStyle w:val="Default"/>
      </w:pPr>
      <w:r>
        <w:t>Propane</w:t>
      </w:r>
    </w:p>
    <w:p w:rsidR="00827D21" w:rsidRDefault="00827D21" w:rsidP="004123E2">
      <w:pPr>
        <w:pStyle w:val="Default"/>
      </w:pPr>
      <w:r>
        <w:t>Phone</w:t>
      </w:r>
    </w:p>
    <w:p w:rsidR="00827D21" w:rsidRDefault="00827D21" w:rsidP="004123E2">
      <w:pPr>
        <w:pStyle w:val="Default"/>
      </w:pPr>
    </w:p>
    <w:p w:rsidR="00827D21" w:rsidRDefault="00827D21" w:rsidP="004123E2">
      <w:pPr>
        <w:pStyle w:val="Default"/>
      </w:pPr>
      <w:r>
        <w:t>Internet</w:t>
      </w:r>
    </w:p>
    <w:p w:rsidR="00827D21" w:rsidRDefault="00827D21" w:rsidP="004123E2">
      <w:pPr>
        <w:pStyle w:val="Default"/>
      </w:pPr>
    </w:p>
    <w:p w:rsidR="00827D21" w:rsidRDefault="00827D21" w:rsidP="004123E2">
      <w:pPr>
        <w:pStyle w:val="Default"/>
      </w:pPr>
      <w:r>
        <w:t>Cable/satellite</w:t>
      </w:r>
    </w:p>
    <w:p w:rsidR="00827D21" w:rsidRDefault="00827D21" w:rsidP="004123E2">
      <w:pPr>
        <w:pStyle w:val="Default"/>
      </w:pPr>
    </w:p>
    <w:p w:rsidR="00827D21" w:rsidRDefault="00827D21" w:rsidP="004123E2">
      <w:pPr>
        <w:pStyle w:val="Default"/>
      </w:pPr>
      <w:r>
        <w:t>Entertainment</w:t>
      </w:r>
    </w:p>
    <w:p w:rsidR="00827D21" w:rsidRDefault="00827D21" w:rsidP="004123E2">
      <w:pPr>
        <w:pStyle w:val="Default"/>
      </w:pPr>
    </w:p>
    <w:p w:rsidR="00827D21" w:rsidRDefault="00827D21" w:rsidP="004123E2">
      <w:pPr>
        <w:pStyle w:val="Default"/>
      </w:pPr>
      <w:r>
        <w:t xml:space="preserve">Food </w:t>
      </w:r>
    </w:p>
    <w:p w:rsidR="00827D21" w:rsidRDefault="00827D21" w:rsidP="004123E2">
      <w:pPr>
        <w:pStyle w:val="Default"/>
      </w:pPr>
      <w:r>
        <w:t>(Attach grocery list and individual prices)</w:t>
      </w:r>
    </w:p>
    <w:p w:rsidR="00827D21" w:rsidRDefault="00827D21" w:rsidP="004123E2">
      <w:pPr>
        <w:pStyle w:val="Default"/>
      </w:pPr>
    </w:p>
    <w:p w:rsidR="00827D21" w:rsidRDefault="00827D21" w:rsidP="004123E2">
      <w:pPr>
        <w:pStyle w:val="Default"/>
      </w:pPr>
    </w:p>
    <w:p w:rsidR="00827D21" w:rsidRDefault="00827D21" w:rsidP="004123E2">
      <w:pPr>
        <w:pStyle w:val="Default"/>
      </w:pPr>
    </w:p>
    <w:p w:rsidR="00827D21" w:rsidRDefault="00827D21" w:rsidP="004123E2">
      <w:pPr>
        <w:pStyle w:val="Default"/>
      </w:pPr>
    </w:p>
    <w:p w:rsidR="00827D21" w:rsidRDefault="00827D21" w:rsidP="004123E2">
      <w:pPr>
        <w:pStyle w:val="Default"/>
      </w:pPr>
    </w:p>
    <w:p w:rsidR="00827D21" w:rsidRDefault="00827D21" w:rsidP="004123E2">
      <w:pPr>
        <w:pStyle w:val="Default"/>
      </w:pPr>
      <w:r>
        <w:t>Job</w:t>
      </w:r>
      <w:r>
        <w:tab/>
      </w:r>
      <w:r>
        <w:tab/>
      </w:r>
      <w:r>
        <w:tab/>
      </w:r>
      <w:r>
        <w:tab/>
      </w:r>
      <w:r>
        <w:tab/>
        <w:t>Training/education</w:t>
      </w:r>
      <w:r>
        <w:tab/>
      </w:r>
      <w:r>
        <w:tab/>
      </w:r>
      <w:r>
        <w:tab/>
      </w:r>
      <w:r>
        <w:tab/>
        <w:t>Yearly Salary</w:t>
      </w:r>
    </w:p>
    <w:p w:rsidR="00827D21" w:rsidRDefault="00827D21" w:rsidP="004123E2">
      <w:pPr>
        <w:pStyle w:val="Default"/>
      </w:pPr>
    </w:p>
    <w:p w:rsidR="00827D21" w:rsidRDefault="00827D21" w:rsidP="004123E2">
      <w:pPr>
        <w:pStyle w:val="Default"/>
      </w:pPr>
      <w:r>
        <w:t>1.</w:t>
      </w:r>
    </w:p>
    <w:p w:rsidR="00827D21" w:rsidRDefault="00827D21" w:rsidP="004123E2">
      <w:pPr>
        <w:pStyle w:val="Default"/>
      </w:pPr>
    </w:p>
    <w:p w:rsidR="00827D21" w:rsidRDefault="00827D21" w:rsidP="004123E2">
      <w:pPr>
        <w:pStyle w:val="Default"/>
      </w:pPr>
    </w:p>
    <w:p w:rsidR="00827D21" w:rsidRDefault="00827D21" w:rsidP="004123E2">
      <w:pPr>
        <w:pStyle w:val="Default"/>
      </w:pPr>
    </w:p>
    <w:p w:rsidR="00827D21" w:rsidRDefault="00827D21" w:rsidP="004123E2">
      <w:pPr>
        <w:pStyle w:val="Default"/>
      </w:pPr>
      <w:r>
        <w:t>2.</w:t>
      </w:r>
    </w:p>
    <w:p w:rsidR="00827D21" w:rsidRDefault="00827D21" w:rsidP="004123E2">
      <w:pPr>
        <w:pStyle w:val="Default"/>
      </w:pPr>
    </w:p>
    <w:p w:rsidR="00827D21" w:rsidRDefault="00827D21" w:rsidP="004123E2">
      <w:pPr>
        <w:pStyle w:val="Default"/>
      </w:pPr>
    </w:p>
    <w:p w:rsidR="00827D21" w:rsidRDefault="00827D21" w:rsidP="004123E2">
      <w:pPr>
        <w:pStyle w:val="Default"/>
      </w:pPr>
    </w:p>
    <w:p w:rsidR="00827D21" w:rsidRDefault="00827D21" w:rsidP="004123E2">
      <w:pPr>
        <w:pStyle w:val="Default"/>
      </w:pPr>
      <w:r>
        <w:t>3.</w:t>
      </w:r>
    </w:p>
    <w:p w:rsidR="00827D21" w:rsidRDefault="00827D21" w:rsidP="004123E2">
      <w:pPr>
        <w:pStyle w:val="Default"/>
      </w:pPr>
    </w:p>
    <w:p w:rsidR="00827D21" w:rsidRDefault="00827D21" w:rsidP="004123E2">
      <w:pPr>
        <w:pStyle w:val="Default"/>
      </w:pPr>
      <w:r>
        <w:tab/>
      </w:r>
      <w:r>
        <w:tab/>
      </w:r>
      <w:r>
        <w:tab/>
      </w:r>
      <w:r>
        <w:tab/>
      </w:r>
      <w:r>
        <w:tab/>
      </w:r>
    </w:p>
    <w:p w:rsidR="00827D21" w:rsidRDefault="00827D21" w:rsidP="004123E2">
      <w:pPr>
        <w:pStyle w:val="Default"/>
      </w:pPr>
    </w:p>
    <w:p w:rsidR="00827D21" w:rsidRDefault="00827D21" w:rsidP="004123E2">
      <w:pPr>
        <w:pStyle w:val="Default"/>
      </w:pPr>
    </w:p>
    <w:p w:rsidR="00827D21" w:rsidRDefault="00827D21" w:rsidP="004123E2">
      <w:pPr>
        <w:pStyle w:val="Default"/>
      </w:pPr>
      <w:r>
        <w:t>Reflection</w:t>
      </w:r>
    </w:p>
    <w:p w:rsidR="00827D21" w:rsidRDefault="00827D21" w:rsidP="004123E2">
      <w:pPr>
        <w:pStyle w:val="Default"/>
      </w:pPr>
    </w:p>
    <w:p w:rsidR="00827D21" w:rsidRDefault="00827D21" w:rsidP="003924A2">
      <w:pPr>
        <w:pStyle w:val="Default"/>
        <w:numPr>
          <w:ilvl w:val="0"/>
          <w:numId w:val="21"/>
        </w:numPr>
      </w:pPr>
      <w:r>
        <w:t xml:space="preserve"> Did you choose your “Dream Home” or a home that you thought you might afford?</w:t>
      </w:r>
    </w:p>
    <w:p w:rsidR="00827D21" w:rsidRDefault="00827D21" w:rsidP="00535668">
      <w:pPr>
        <w:pStyle w:val="Default"/>
      </w:pPr>
    </w:p>
    <w:p w:rsidR="00827D21" w:rsidRDefault="00827D21" w:rsidP="00535668">
      <w:pPr>
        <w:pStyle w:val="Default"/>
      </w:pPr>
    </w:p>
    <w:p w:rsidR="00827D21" w:rsidRDefault="00827D21" w:rsidP="00535668">
      <w:pPr>
        <w:pStyle w:val="Default"/>
      </w:pPr>
    </w:p>
    <w:p w:rsidR="00827D21" w:rsidRDefault="00827D21" w:rsidP="00535668">
      <w:pPr>
        <w:pStyle w:val="Default"/>
      </w:pPr>
    </w:p>
    <w:p w:rsidR="00827D21" w:rsidRDefault="00827D21" w:rsidP="00535668">
      <w:pPr>
        <w:pStyle w:val="Default"/>
      </w:pPr>
    </w:p>
    <w:p w:rsidR="00827D21" w:rsidRDefault="00827D21" w:rsidP="00535668">
      <w:pPr>
        <w:pStyle w:val="Default"/>
      </w:pPr>
    </w:p>
    <w:p w:rsidR="00827D21" w:rsidRDefault="00827D21" w:rsidP="00535668">
      <w:pPr>
        <w:pStyle w:val="Default"/>
        <w:numPr>
          <w:ilvl w:val="0"/>
          <w:numId w:val="21"/>
        </w:numPr>
      </w:pPr>
      <w:r>
        <w:t>Did you choose your “Dream Car” or a car that you thought you might afford?</w:t>
      </w:r>
    </w:p>
    <w:p w:rsidR="00827D21" w:rsidRDefault="00827D21" w:rsidP="00535668">
      <w:pPr>
        <w:pStyle w:val="Default"/>
      </w:pPr>
    </w:p>
    <w:p w:rsidR="00827D21" w:rsidRDefault="00827D21" w:rsidP="00535668">
      <w:pPr>
        <w:pStyle w:val="Default"/>
      </w:pPr>
    </w:p>
    <w:p w:rsidR="00827D21" w:rsidRDefault="00827D21" w:rsidP="00535668">
      <w:pPr>
        <w:pStyle w:val="Default"/>
      </w:pPr>
    </w:p>
    <w:p w:rsidR="00827D21" w:rsidRDefault="00827D21" w:rsidP="00535668">
      <w:pPr>
        <w:pStyle w:val="Default"/>
      </w:pPr>
    </w:p>
    <w:p w:rsidR="00827D21" w:rsidRDefault="00827D21" w:rsidP="00535668">
      <w:pPr>
        <w:pStyle w:val="Default"/>
      </w:pPr>
    </w:p>
    <w:p w:rsidR="00827D21" w:rsidRDefault="00827D21" w:rsidP="00535668">
      <w:pPr>
        <w:pStyle w:val="Default"/>
      </w:pPr>
    </w:p>
    <w:p w:rsidR="00827D21" w:rsidRDefault="00827D21" w:rsidP="00535668">
      <w:pPr>
        <w:pStyle w:val="Default"/>
        <w:numPr>
          <w:ilvl w:val="0"/>
          <w:numId w:val="21"/>
        </w:numPr>
      </w:pPr>
      <w:r>
        <w:t>Can you live the life style that you want with the jobs that you want?</w:t>
      </w:r>
    </w:p>
    <w:p w:rsidR="00827D21" w:rsidRDefault="00827D21" w:rsidP="00535668">
      <w:pPr>
        <w:pStyle w:val="Default"/>
      </w:pPr>
    </w:p>
    <w:p w:rsidR="00827D21" w:rsidRDefault="00827D21" w:rsidP="00535668">
      <w:pPr>
        <w:pStyle w:val="Default"/>
      </w:pPr>
    </w:p>
    <w:p w:rsidR="00827D21" w:rsidRDefault="00827D21" w:rsidP="00535668">
      <w:pPr>
        <w:pStyle w:val="Default"/>
      </w:pPr>
    </w:p>
    <w:p w:rsidR="00827D21" w:rsidRDefault="00827D21" w:rsidP="00535668">
      <w:pPr>
        <w:pStyle w:val="Default"/>
      </w:pPr>
    </w:p>
    <w:p w:rsidR="00827D21" w:rsidRDefault="00827D21" w:rsidP="00535668">
      <w:pPr>
        <w:pStyle w:val="Default"/>
      </w:pPr>
    </w:p>
    <w:p w:rsidR="00827D21" w:rsidRDefault="00827D21" w:rsidP="00535668">
      <w:pPr>
        <w:pStyle w:val="Default"/>
      </w:pPr>
    </w:p>
    <w:p w:rsidR="00827D21" w:rsidRDefault="00827D21" w:rsidP="00535668">
      <w:pPr>
        <w:pStyle w:val="Default"/>
      </w:pPr>
    </w:p>
    <w:p w:rsidR="00827D21" w:rsidRDefault="00827D21" w:rsidP="00535668">
      <w:pPr>
        <w:pStyle w:val="Default"/>
        <w:numPr>
          <w:ilvl w:val="0"/>
          <w:numId w:val="21"/>
        </w:numPr>
      </w:pPr>
      <w:r>
        <w:t xml:space="preserve"> What are the most important lessons that you learned from this activity?</w:t>
      </w:r>
    </w:p>
    <w:p w:rsidR="00827D21" w:rsidRDefault="00827D21" w:rsidP="00535668">
      <w:pPr>
        <w:pStyle w:val="Default"/>
      </w:pPr>
    </w:p>
    <w:p w:rsidR="00827D21" w:rsidRDefault="00827D21" w:rsidP="00535668">
      <w:pPr>
        <w:pStyle w:val="Default"/>
      </w:pPr>
    </w:p>
    <w:p w:rsidR="00827D21" w:rsidRDefault="00827D21" w:rsidP="004123E2">
      <w:pPr>
        <w:pStyle w:val="Default"/>
      </w:pPr>
    </w:p>
    <w:p w:rsidR="00827D21" w:rsidRDefault="00827D21" w:rsidP="004123E2">
      <w:pPr>
        <w:pStyle w:val="Default"/>
      </w:pPr>
    </w:p>
    <w:p w:rsidR="00827D21" w:rsidRDefault="00827D21" w:rsidP="004123E2">
      <w:pPr>
        <w:pStyle w:val="Default"/>
      </w:pPr>
    </w:p>
    <w:p w:rsidR="00827D21" w:rsidRDefault="00827D21" w:rsidP="004123E2">
      <w:pPr>
        <w:pStyle w:val="Default"/>
      </w:pPr>
    </w:p>
    <w:p w:rsidR="00827D21" w:rsidRDefault="00827D21" w:rsidP="004123E2">
      <w:pPr>
        <w:pStyle w:val="Default"/>
      </w:pPr>
    </w:p>
    <w:p w:rsidR="00827D21" w:rsidRDefault="00827D21" w:rsidP="004123E2">
      <w:pPr>
        <w:pStyle w:val="Default"/>
      </w:pPr>
    </w:p>
    <w:p w:rsidR="00827D21" w:rsidRDefault="00827D21" w:rsidP="004123E2">
      <w:pPr>
        <w:pStyle w:val="Default"/>
      </w:pPr>
    </w:p>
    <w:p w:rsidR="00827D21" w:rsidRDefault="00827D21" w:rsidP="004123E2">
      <w:pPr>
        <w:pStyle w:val="Default"/>
      </w:pPr>
    </w:p>
    <w:p w:rsidR="00827D21" w:rsidRDefault="00827D21" w:rsidP="004123E2">
      <w:pPr>
        <w:pStyle w:val="Default"/>
      </w:pPr>
    </w:p>
    <w:p w:rsidR="00827D21" w:rsidRDefault="00827D21" w:rsidP="004123E2">
      <w:pPr>
        <w:pStyle w:val="Default"/>
      </w:pPr>
    </w:p>
    <w:p w:rsidR="00827D21" w:rsidRDefault="00827D21" w:rsidP="004123E2">
      <w:pPr>
        <w:pStyle w:val="Default"/>
      </w:pPr>
    </w:p>
    <w:p w:rsidR="00827D21" w:rsidRDefault="00827D21" w:rsidP="004123E2">
      <w:pPr>
        <w:pStyle w:val="Default"/>
      </w:pPr>
    </w:p>
    <w:p w:rsidR="00827D21" w:rsidRDefault="00827D21" w:rsidP="004123E2">
      <w:pPr>
        <w:pStyle w:val="Default"/>
      </w:pPr>
    </w:p>
    <w:p w:rsidR="00827D21" w:rsidRDefault="00827D21" w:rsidP="004123E2">
      <w:pPr>
        <w:pStyle w:val="Default"/>
      </w:pPr>
    </w:p>
    <w:p w:rsidR="00827D21" w:rsidRDefault="00827D21" w:rsidP="004123E2">
      <w:pPr>
        <w:pStyle w:val="Default"/>
      </w:pPr>
    </w:p>
    <w:p w:rsidR="00827D21" w:rsidRPr="00926A05" w:rsidRDefault="00827D21" w:rsidP="004123E2">
      <w:pPr>
        <w:pStyle w:val="Default"/>
      </w:pPr>
    </w:p>
    <w:p w:rsidR="00827D21" w:rsidRPr="00926A05" w:rsidRDefault="00827D21" w:rsidP="0017126A">
      <w:pPr>
        <w:pStyle w:val="Default"/>
        <w:ind w:left="720"/>
      </w:pPr>
    </w:p>
    <w:p w:rsidR="00827D21" w:rsidRDefault="00827D21" w:rsidP="00FC0B5C">
      <w:pPr>
        <w:spacing w:after="0" w:line="240" w:lineRule="auto"/>
        <w:ind w:left="7920"/>
        <w:rPr>
          <w:rFonts w:ascii="Script MT Bold" w:hAnsi="Script MT Bold" w:cs="Script MT Bold"/>
          <w:sz w:val="28"/>
          <w:szCs w:val="28"/>
        </w:rPr>
      </w:pPr>
    </w:p>
    <w:p w:rsidR="00827D21" w:rsidRDefault="00827D21" w:rsidP="00CE7208">
      <w:pPr>
        <w:rPr>
          <w:sz w:val="28"/>
          <w:szCs w:val="28"/>
        </w:rPr>
      </w:pPr>
    </w:p>
    <w:p w:rsidR="00827D21" w:rsidRDefault="00827D21" w:rsidP="004C71D3">
      <w:pPr>
        <w:pStyle w:val="Default"/>
        <w:rPr>
          <w:b/>
          <w:bCs/>
          <w:sz w:val="40"/>
          <w:szCs w:val="40"/>
        </w:rPr>
      </w:pPr>
    </w:p>
    <w:p w:rsidR="00827D21" w:rsidRDefault="00827D21" w:rsidP="00855DEE">
      <w:pPr>
        <w:rPr>
          <w:b/>
          <w:bCs/>
          <w:sz w:val="28"/>
          <w:szCs w:val="28"/>
        </w:rPr>
      </w:pPr>
    </w:p>
    <w:p w:rsidR="00827D21" w:rsidRDefault="00827D21" w:rsidP="003777A9">
      <w:pPr>
        <w:spacing w:after="240" w:line="240" w:lineRule="auto"/>
        <w:rPr>
          <w:rFonts w:ascii="Script MT Bold" w:hAnsi="Script MT Bold" w:cs="Script MT Bold"/>
          <w:b/>
          <w:bCs/>
          <w:color w:val="444444"/>
          <w:sz w:val="28"/>
          <w:szCs w:val="28"/>
        </w:rPr>
      </w:pPr>
    </w:p>
    <w:p w:rsidR="00827D21" w:rsidRDefault="00827D21" w:rsidP="003777A9">
      <w:pPr>
        <w:spacing w:after="240" w:line="240" w:lineRule="auto"/>
        <w:rPr>
          <w:rFonts w:ascii="Script MT Bold" w:hAnsi="Script MT Bold" w:cs="Script MT Bold"/>
          <w:b/>
          <w:bCs/>
          <w:color w:val="444444"/>
          <w:sz w:val="28"/>
          <w:szCs w:val="28"/>
        </w:rPr>
      </w:pPr>
    </w:p>
    <w:p w:rsidR="00827D21" w:rsidRDefault="00827D21" w:rsidP="003777A9">
      <w:pPr>
        <w:spacing w:after="240" w:line="240" w:lineRule="auto"/>
        <w:rPr>
          <w:rFonts w:ascii="Script MT Bold" w:hAnsi="Script MT Bold" w:cs="Script MT Bold"/>
          <w:b/>
          <w:bCs/>
          <w:color w:val="444444"/>
          <w:sz w:val="28"/>
          <w:szCs w:val="28"/>
        </w:rPr>
      </w:pPr>
    </w:p>
    <w:sectPr w:rsidR="00827D21" w:rsidSect="00B918BE">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cript MT Bold">
    <w:panose1 w:val="030406020406070809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44D9F"/>
    <w:multiLevelType w:val="hybridMultilevel"/>
    <w:tmpl w:val="1EAC25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4E62B62"/>
    <w:multiLevelType w:val="hybridMultilevel"/>
    <w:tmpl w:val="CC6837E6"/>
    <w:lvl w:ilvl="0" w:tplc="E0CEDA42">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58D1B18"/>
    <w:multiLevelType w:val="hybridMultilevel"/>
    <w:tmpl w:val="34027C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5F059BD"/>
    <w:multiLevelType w:val="hybridMultilevel"/>
    <w:tmpl w:val="24DA17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9981DDE"/>
    <w:multiLevelType w:val="hybridMultilevel"/>
    <w:tmpl w:val="15189A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A527B70"/>
    <w:multiLevelType w:val="hybridMultilevel"/>
    <w:tmpl w:val="17ECFC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E4D2DD3"/>
    <w:multiLevelType w:val="hybridMultilevel"/>
    <w:tmpl w:val="11D43EF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6BF3A07"/>
    <w:multiLevelType w:val="hybridMultilevel"/>
    <w:tmpl w:val="0B3EC98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2D00212F"/>
    <w:multiLevelType w:val="hybridMultilevel"/>
    <w:tmpl w:val="C00AC82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2EF3650E"/>
    <w:multiLevelType w:val="hybridMultilevel"/>
    <w:tmpl w:val="0D92DB0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2FAE7027"/>
    <w:multiLevelType w:val="hybridMultilevel"/>
    <w:tmpl w:val="79FE63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35AA6841"/>
    <w:multiLevelType w:val="hybridMultilevel"/>
    <w:tmpl w:val="01F8E8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3B9C188D"/>
    <w:multiLevelType w:val="hybridMultilevel"/>
    <w:tmpl w:val="F1BA2340"/>
    <w:lvl w:ilvl="0" w:tplc="6FE07272">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3CC63CBF"/>
    <w:multiLevelType w:val="hybridMultilevel"/>
    <w:tmpl w:val="B8D328D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413A1DBC"/>
    <w:multiLevelType w:val="hybridMultilevel"/>
    <w:tmpl w:val="E94EF4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4429131B"/>
    <w:multiLevelType w:val="hybridMultilevel"/>
    <w:tmpl w:val="AB126C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45550A36"/>
    <w:multiLevelType w:val="hybridMultilevel"/>
    <w:tmpl w:val="62AE0968"/>
    <w:lvl w:ilvl="0" w:tplc="C97AF2C0">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7">
    <w:nsid w:val="474D1C21"/>
    <w:multiLevelType w:val="hybridMultilevel"/>
    <w:tmpl w:val="064A83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4EE32E56"/>
    <w:multiLevelType w:val="hybridMultilevel"/>
    <w:tmpl w:val="2656FD8C"/>
    <w:lvl w:ilvl="0" w:tplc="3A1220E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nsid w:val="56181889"/>
    <w:multiLevelType w:val="hybridMultilevel"/>
    <w:tmpl w:val="274E483A"/>
    <w:lvl w:ilvl="0" w:tplc="832E247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0">
    <w:nsid w:val="6CC8110E"/>
    <w:multiLevelType w:val="hybridMultilevel"/>
    <w:tmpl w:val="FC5E5556"/>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num w:numId="1">
    <w:abstractNumId w:val="12"/>
  </w:num>
  <w:num w:numId="2">
    <w:abstractNumId w:val="1"/>
  </w:num>
  <w:num w:numId="3">
    <w:abstractNumId w:val="17"/>
  </w:num>
  <w:num w:numId="4">
    <w:abstractNumId w:val="3"/>
  </w:num>
  <w:num w:numId="5">
    <w:abstractNumId w:val="19"/>
  </w:num>
  <w:num w:numId="6">
    <w:abstractNumId w:val="11"/>
  </w:num>
  <w:num w:numId="7">
    <w:abstractNumId w:val="5"/>
  </w:num>
  <w:num w:numId="8">
    <w:abstractNumId w:val="18"/>
  </w:num>
  <w:num w:numId="9">
    <w:abstractNumId w:val="8"/>
  </w:num>
  <w:num w:numId="10">
    <w:abstractNumId w:val="2"/>
  </w:num>
  <w:num w:numId="11">
    <w:abstractNumId w:val="15"/>
  </w:num>
  <w:num w:numId="12">
    <w:abstractNumId w:val="4"/>
  </w:num>
  <w:num w:numId="13">
    <w:abstractNumId w:val="13"/>
  </w:num>
  <w:num w:numId="14">
    <w:abstractNumId w:val="20"/>
  </w:num>
  <w:num w:numId="15">
    <w:abstractNumId w:val="9"/>
  </w:num>
  <w:num w:numId="16">
    <w:abstractNumId w:val="6"/>
  </w:num>
  <w:num w:numId="17">
    <w:abstractNumId w:val="14"/>
  </w:num>
  <w:num w:numId="18">
    <w:abstractNumId w:val="7"/>
  </w:num>
  <w:num w:numId="19">
    <w:abstractNumId w:val="0"/>
  </w:num>
  <w:num w:numId="20">
    <w:abstractNumId w:val="16"/>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5DEE"/>
    <w:rsid w:val="0003615E"/>
    <w:rsid w:val="0004754B"/>
    <w:rsid w:val="000605A7"/>
    <w:rsid w:val="0006746A"/>
    <w:rsid w:val="00085F79"/>
    <w:rsid w:val="00092967"/>
    <w:rsid w:val="000A3D5E"/>
    <w:rsid w:val="000C2EAC"/>
    <w:rsid w:val="000E732D"/>
    <w:rsid w:val="00100F69"/>
    <w:rsid w:val="00104CF0"/>
    <w:rsid w:val="00117FDB"/>
    <w:rsid w:val="00121E31"/>
    <w:rsid w:val="00140FB5"/>
    <w:rsid w:val="00146B32"/>
    <w:rsid w:val="00147DF5"/>
    <w:rsid w:val="00150125"/>
    <w:rsid w:val="0015033F"/>
    <w:rsid w:val="0015681A"/>
    <w:rsid w:val="0016589E"/>
    <w:rsid w:val="0017126A"/>
    <w:rsid w:val="001728BB"/>
    <w:rsid w:val="00177BDE"/>
    <w:rsid w:val="001913EA"/>
    <w:rsid w:val="001C0D3C"/>
    <w:rsid w:val="001C569A"/>
    <w:rsid w:val="001D6284"/>
    <w:rsid w:val="001F3AAB"/>
    <w:rsid w:val="001F5C1C"/>
    <w:rsid w:val="002036DA"/>
    <w:rsid w:val="0021218A"/>
    <w:rsid w:val="00215A04"/>
    <w:rsid w:val="00220208"/>
    <w:rsid w:val="002336CF"/>
    <w:rsid w:val="002447D3"/>
    <w:rsid w:val="00254602"/>
    <w:rsid w:val="002555E9"/>
    <w:rsid w:val="002910E8"/>
    <w:rsid w:val="002F447B"/>
    <w:rsid w:val="0030129D"/>
    <w:rsid w:val="00306A5D"/>
    <w:rsid w:val="00312AD3"/>
    <w:rsid w:val="00321134"/>
    <w:rsid w:val="00322139"/>
    <w:rsid w:val="00326A65"/>
    <w:rsid w:val="003507AF"/>
    <w:rsid w:val="0035303B"/>
    <w:rsid w:val="00371AEE"/>
    <w:rsid w:val="003777A9"/>
    <w:rsid w:val="00380B64"/>
    <w:rsid w:val="0038394A"/>
    <w:rsid w:val="003877A8"/>
    <w:rsid w:val="003924A2"/>
    <w:rsid w:val="00393D0F"/>
    <w:rsid w:val="00396737"/>
    <w:rsid w:val="003A49A0"/>
    <w:rsid w:val="003A628D"/>
    <w:rsid w:val="003A7EAA"/>
    <w:rsid w:val="003C3EA9"/>
    <w:rsid w:val="003D00CE"/>
    <w:rsid w:val="003D32ED"/>
    <w:rsid w:val="003E453A"/>
    <w:rsid w:val="003E50C5"/>
    <w:rsid w:val="003F5680"/>
    <w:rsid w:val="00405ABC"/>
    <w:rsid w:val="004123E2"/>
    <w:rsid w:val="00412B8A"/>
    <w:rsid w:val="00417503"/>
    <w:rsid w:val="00420017"/>
    <w:rsid w:val="004301FF"/>
    <w:rsid w:val="00434245"/>
    <w:rsid w:val="004354A9"/>
    <w:rsid w:val="00441283"/>
    <w:rsid w:val="004573FE"/>
    <w:rsid w:val="0047782D"/>
    <w:rsid w:val="0048065B"/>
    <w:rsid w:val="00483923"/>
    <w:rsid w:val="004A7601"/>
    <w:rsid w:val="004C71D3"/>
    <w:rsid w:val="004D09D3"/>
    <w:rsid w:val="004D0A64"/>
    <w:rsid w:val="004F1B03"/>
    <w:rsid w:val="004F2EBD"/>
    <w:rsid w:val="00505753"/>
    <w:rsid w:val="00505EE9"/>
    <w:rsid w:val="0051277C"/>
    <w:rsid w:val="00531724"/>
    <w:rsid w:val="00535668"/>
    <w:rsid w:val="005408C4"/>
    <w:rsid w:val="00565709"/>
    <w:rsid w:val="005756C1"/>
    <w:rsid w:val="005852BF"/>
    <w:rsid w:val="00591BC4"/>
    <w:rsid w:val="005B561A"/>
    <w:rsid w:val="005B764A"/>
    <w:rsid w:val="005C6454"/>
    <w:rsid w:val="005D27B1"/>
    <w:rsid w:val="005D2F8B"/>
    <w:rsid w:val="00614AB2"/>
    <w:rsid w:val="00616DE0"/>
    <w:rsid w:val="00624FEA"/>
    <w:rsid w:val="00632FD1"/>
    <w:rsid w:val="00641290"/>
    <w:rsid w:val="0064259B"/>
    <w:rsid w:val="006579D1"/>
    <w:rsid w:val="006619C2"/>
    <w:rsid w:val="006707EA"/>
    <w:rsid w:val="00676BA9"/>
    <w:rsid w:val="00683928"/>
    <w:rsid w:val="00686940"/>
    <w:rsid w:val="006B06A5"/>
    <w:rsid w:val="006B4BCA"/>
    <w:rsid w:val="006C3CE4"/>
    <w:rsid w:val="006C5996"/>
    <w:rsid w:val="006E1858"/>
    <w:rsid w:val="006E1E62"/>
    <w:rsid w:val="006E3B99"/>
    <w:rsid w:val="0070475D"/>
    <w:rsid w:val="00730401"/>
    <w:rsid w:val="00743E61"/>
    <w:rsid w:val="00747B84"/>
    <w:rsid w:val="00772CF2"/>
    <w:rsid w:val="007811C8"/>
    <w:rsid w:val="0078280C"/>
    <w:rsid w:val="007835E0"/>
    <w:rsid w:val="007A5D1C"/>
    <w:rsid w:val="007B3093"/>
    <w:rsid w:val="007D52E5"/>
    <w:rsid w:val="007D6C84"/>
    <w:rsid w:val="007E7AFE"/>
    <w:rsid w:val="007F2BC4"/>
    <w:rsid w:val="007F7E16"/>
    <w:rsid w:val="008270F8"/>
    <w:rsid w:val="00827D21"/>
    <w:rsid w:val="00832E96"/>
    <w:rsid w:val="008341DF"/>
    <w:rsid w:val="008549ED"/>
    <w:rsid w:val="00855DEE"/>
    <w:rsid w:val="00861EDA"/>
    <w:rsid w:val="00864324"/>
    <w:rsid w:val="00891725"/>
    <w:rsid w:val="008A67AB"/>
    <w:rsid w:val="008B2BF3"/>
    <w:rsid w:val="008B5277"/>
    <w:rsid w:val="008C081F"/>
    <w:rsid w:val="008C741D"/>
    <w:rsid w:val="00906127"/>
    <w:rsid w:val="009113EC"/>
    <w:rsid w:val="0092153D"/>
    <w:rsid w:val="00926A05"/>
    <w:rsid w:val="00934E9B"/>
    <w:rsid w:val="00941168"/>
    <w:rsid w:val="00964303"/>
    <w:rsid w:val="009645EC"/>
    <w:rsid w:val="009756B1"/>
    <w:rsid w:val="009761B2"/>
    <w:rsid w:val="009770CF"/>
    <w:rsid w:val="00996147"/>
    <w:rsid w:val="009B0F8F"/>
    <w:rsid w:val="009B6D29"/>
    <w:rsid w:val="009C1658"/>
    <w:rsid w:val="009C385A"/>
    <w:rsid w:val="009F2EB0"/>
    <w:rsid w:val="00A35783"/>
    <w:rsid w:val="00A35FA1"/>
    <w:rsid w:val="00A4382D"/>
    <w:rsid w:val="00A50FF3"/>
    <w:rsid w:val="00A61622"/>
    <w:rsid w:val="00A65790"/>
    <w:rsid w:val="00A67270"/>
    <w:rsid w:val="00A751D5"/>
    <w:rsid w:val="00A752B0"/>
    <w:rsid w:val="00A914DF"/>
    <w:rsid w:val="00A9587A"/>
    <w:rsid w:val="00AA5544"/>
    <w:rsid w:val="00AC1D8E"/>
    <w:rsid w:val="00AC2E50"/>
    <w:rsid w:val="00AC7D74"/>
    <w:rsid w:val="00AD236B"/>
    <w:rsid w:val="00AE71DF"/>
    <w:rsid w:val="00AF4AC3"/>
    <w:rsid w:val="00B2782D"/>
    <w:rsid w:val="00B76A75"/>
    <w:rsid w:val="00B76D86"/>
    <w:rsid w:val="00B918BE"/>
    <w:rsid w:val="00B96ED7"/>
    <w:rsid w:val="00BF694F"/>
    <w:rsid w:val="00BF7AD3"/>
    <w:rsid w:val="00C0490C"/>
    <w:rsid w:val="00C06B66"/>
    <w:rsid w:val="00C102BA"/>
    <w:rsid w:val="00C12A5C"/>
    <w:rsid w:val="00C23BFF"/>
    <w:rsid w:val="00C26964"/>
    <w:rsid w:val="00C310C4"/>
    <w:rsid w:val="00C53B24"/>
    <w:rsid w:val="00C91AAF"/>
    <w:rsid w:val="00CA50AC"/>
    <w:rsid w:val="00CB75D5"/>
    <w:rsid w:val="00CC60A5"/>
    <w:rsid w:val="00CD06F0"/>
    <w:rsid w:val="00CE7208"/>
    <w:rsid w:val="00D13A20"/>
    <w:rsid w:val="00D345A3"/>
    <w:rsid w:val="00D42A3E"/>
    <w:rsid w:val="00D77532"/>
    <w:rsid w:val="00D80B83"/>
    <w:rsid w:val="00DA1120"/>
    <w:rsid w:val="00DA1D12"/>
    <w:rsid w:val="00DB04D7"/>
    <w:rsid w:val="00DC379F"/>
    <w:rsid w:val="00DC3FA9"/>
    <w:rsid w:val="00DE549D"/>
    <w:rsid w:val="00DF37B3"/>
    <w:rsid w:val="00E04297"/>
    <w:rsid w:val="00E149E0"/>
    <w:rsid w:val="00E16D8B"/>
    <w:rsid w:val="00E208C0"/>
    <w:rsid w:val="00E22E78"/>
    <w:rsid w:val="00E22FAF"/>
    <w:rsid w:val="00E3520F"/>
    <w:rsid w:val="00E46CDC"/>
    <w:rsid w:val="00E53925"/>
    <w:rsid w:val="00E571F6"/>
    <w:rsid w:val="00E575C6"/>
    <w:rsid w:val="00E85892"/>
    <w:rsid w:val="00EA7755"/>
    <w:rsid w:val="00EB0EBB"/>
    <w:rsid w:val="00EC6889"/>
    <w:rsid w:val="00EC762B"/>
    <w:rsid w:val="00EF2CA6"/>
    <w:rsid w:val="00EF3F47"/>
    <w:rsid w:val="00F03B09"/>
    <w:rsid w:val="00F05D57"/>
    <w:rsid w:val="00F06860"/>
    <w:rsid w:val="00F113FD"/>
    <w:rsid w:val="00F11401"/>
    <w:rsid w:val="00F15730"/>
    <w:rsid w:val="00F36F4B"/>
    <w:rsid w:val="00F8339E"/>
    <w:rsid w:val="00FA69B7"/>
    <w:rsid w:val="00FB06BD"/>
    <w:rsid w:val="00FB53A6"/>
    <w:rsid w:val="00FC0B5C"/>
    <w:rsid w:val="00FC39D0"/>
    <w:rsid w:val="00FD5390"/>
    <w:rsid w:val="00FF48A3"/>
    <w:rsid w:val="00FF7C8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ABC"/>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C569A"/>
    <w:pPr>
      <w:ind w:left="720"/>
    </w:pPr>
  </w:style>
  <w:style w:type="paragraph" w:customStyle="1" w:styleId="Default">
    <w:name w:val="Default"/>
    <w:uiPriority w:val="99"/>
    <w:rsid w:val="00EA7755"/>
    <w:pPr>
      <w:autoSpaceDE w:val="0"/>
      <w:autoSpaceDN w:val="0"/>
      <w:adjustRightInd w:val="0"/>
    </w:pPr>
    <w:rPr>
      <w:color w:val="000000"/>
      <w:sz w:val="24"/>
      <w:szCs w:val="24"/>
    </w:rPr>
  </w:style>
  <w:style w:type="paragraph" w:styleId="BalloonText">
    <w:name w:val="Balloon Text"/>
    <w:basedOn w:val="Normal"/>
    <w:link w:val="BalloonTextChar"/>
    <w:uiPriority w:val="99"/>
    <w:semiHidden/>
    <w:rsid w:val="004C71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C71D3"/>
    <w:rPr>
      <w:rFonts w:ascii="Tahoma" w:hAnsi="Tahoma" w:cs="Tahoma"/>
      <w:sz w:val="16"/>
      <w:szCs w:val="16"/>
    </w:rPr>
  </w:style>
  <w:style w:type="paragraph" w:styleId="DocumentMap">
    <w:name w:val="Document Map"/>
    <w:basedOn w:val="Normal"/>
    <w:link w:val="DocumentMapChar"/>
    <w:uiPriority w:val="99"/>
    <w:semiHidden/>
    <w:rsid w:val="0022020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220208"/>
    <w:rPr>
      <w:rFonts w:ascii="Tahoma" w:hAnsi="Tahoma" w:cs="Tahoma"/>
      <w:sz w:val="16"/>
      <w:szCs w:val="16"/>
    </w:rPr>
  </w:style>
  <w:style w:type="character" w:styleId="FollowedHyperlink">
    <w:name w:val="FollowedHyperlink"/>
    <w:basedOn w:val="DefaultParagraphFont"/>
    <w:uiPriority w:val="99"/>
    <w:semiHidden/>
    <w:rsid w:val="00926A05"/>
    <w:rPr>
      <w:color w:val="800080"/>
      <w:u w:val="single"/>
    </w:rPr>
  </w:style>
  <w:style w:type="paragraph" w:styleId="NormalWeb">
    <w:name w:val="Normal (Web)"/>
    <w:basedOn w:val="Normal"/>
    <w:uiPriority w:val="99"/>
    <w:semiHidden/>
    <w:rsid w:val="00926A0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Pages>
  <Words>204</Words>
  <Characters>1169</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Personal Budget Project</dc:title>
  <dc:subject/>
  <dc:creator>jmayo-pitts</dc:creator>
  <cp:keywords/>
  <dc:description/>
  <cp:lastModifiedBy>jmayo-pitts</cp:lastModifiedBy>
  <cp:revision>2</cp:revision>
  <cp:lastPrinted>2009-01-16T15:02:00Z</cp:lastPrinted>
  <dcterms:created xsi:type="dcterms:W3CDTF">2009-02-12T20:34:00Z</dcterms:created>
  <dcterms:modified xsi:type="dcterms:W3CDTF">2009-02-12T20:34:00Z</dcterms:modified>
</cp:coreProperties>
</file>